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DF7505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370C4" w:rsidRPr="003370C4">
        <w:rPr>
          <w:rFonts w:eastAsia="Times New Roman" w:cs="Times New Roman"/>
          <w:b/>
          <w:lang w:eastAsia="cs-CZ"/>
        </w:rPr>
        <w:t>Nákup mobilních nádrží na PHM s výdejním zařízením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3370C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3370C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70C4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E20A9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E20A9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469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2025-05-23T12:27:00Z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